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E93" w:rsidRPr="00D45653" w:rsidRDefault="00972DD0">
      <w:pPr>
        <w:pStyle w:val="Titel"/>
      </w:pPr>
      <w:r w:rsidRPr="00D45653">
        <w:t>DARES berichtenformulier</w:t>
      </w:r>
    </w:p>
    <w:p w:rsidR="007F4E93" w:rsidRPr="00D45653" w:rsidRDefault="00972DD0">
      <w:pPr>
        <w:pStyle w:val="Kop1"/>
      </w:pPr>
      <w:r w:rsidRPr="00D45653">
        <w:t>Oorsprong</w:t>
      </w:r>
    </w:p>
    <w:p w:rsidR="00972DD0" w:rsidRPr="00D45653" w:rsidRDefault="00972DD0" w:rsidP="00972DD0">
      <w:r w:rsidRPr="00D45653">
        <w:t xml:space="preserve">Deze template is </w:t>
      </w:r>
      <w:r w:rsidR="00D45653" w:rsidRPr="00D45653">
        <w:t>gebisseerd</w:t>
      </w:r>
      <w:r w:rsidRPr="00D45653">
        <w:t xml:space="preserve"> op de template Radiogram v.1.17 van Wolfgang Ruthner (OE3VRW)</w:t>
      </w:r>
      <w:r w:rsidRPr="00D45653">
        <w:br/>
        <w:t xml:space="preserve">te vinden op </w:t>
      </w:r>
      <w:hyperlink r:id="rId6" w:history="1">
        <w:r w:rsidRPr="00D45653">
          <w:rPr>
            <w:rStyle w:val="Hyperlink"/>
          </w:rPr>
          <w:t>http://oe3xec.at/phpBB3/viewtopic.php?f=9&amp;t=30</w:t>
        </w:r>
      </w:hyperlink>
      <w:r w:rsidRPr="00D45653">
        <w:t xml:space="preserve"> ik heb deze aangepast voor gebruik als DARES berichtenformulier</w:t>
      </w:r>
    </w:p>
    <w:p w:rsidR="00972DD0" w:rsidRPr="00D45653" w:rsidRDefault="00972DD0" w:rsidP="00972DD0">
      <w:r w:rsidRPr="00D45653">
        <w:t xml:space="preserve">De laatste versie van deze template is altijd te vinden op </w:t>
      </w:r>
      <w:r w:rsidR="00DA74C0">
        <w:br/>
      </w:r>
      <w:bookmarkStart w:id="0" w:name="_GoBack"/>
      <w:bookmarkEnd w:id="0"/>
      <w:r w:rsidR="00DA74C0">
        <w:fldChar w:fldCharType="begin"/>
      </w:r>
      <w:r w:rsidR="00DA74C0">
        <w:instrText xml:space="preserve"> HYPERLINK "http://www.jwiegel.com/wordpress/?p=1163&amp;preview=true" \t "wp-preview-1163" </w:instrText>
      </w:r>
      <w:r w:rsidR="00DA74C0">
        <w:fldChar w:fldCharType="separate"/>
      </w:r>
      <w:r w:rsidR="00DA74C0">
        <w:rPr>
          <w:rStyle w:val="Hyperlink"/>
        </w:rPr>
        <w:t>http://www.jwiegel.com/wordpress/2016/03/04/dares-berichtenformulier-template/</w:t>
      </w:r>
      <w:r w:rsidR="00DA74C0">
        <w:fldChar w:fldCharType="end"/>
      </w:r>
      <w:r w:rsidR="00DA74C0">
        <w:t xml:space="preserve"> </w:t>
      </w:r>
      <w:r w:rsidR="00DA74C0">
        <w:rPr>
          <w:rFonts w:ascii="Arial" w:hAnsi="Arial" w:cs="Arial"/>
        </w:rPr>
        <w:t>‎</w:t>
      </w:r>
    </w:p>
    <w:p w:rsidR="00972DD0" w:rsidRPr="00D45653" w:rsidRDefault="00972DD0" w:rsidP="00972DD0">
      <w:pPr>
        <w:pStyle w:val="Kop1"/>
      </w:pPr>
      <w:r w:rsidRPr="00D45653">
        <w:t>Installatie templates</w:t>
      </w:r>
    </w:p>
    <w:p w:rsidR="00972DD0" w:rsidRPr="00D45653" w:rsidRDefault="00972DD0" w:rsidP="00972DD0">
      <w:r w:rsidRPr="00D45653">
        <w:t>Plaats de bestanden uit de zip in de template map van RMS Express (C:\RMS Express\Global Folders\Templates)</w:t>
      </w:r>
    </w:p>
    <w:p w:rsidR="00972DD0" w:rsidRPr="00D45653" w:rsidRDefault="00972DD0" w:rsidP="00972DD0">
      <w:pPr>
        <w:pStyle w:val="Kop2"/>
      </w:pPr>
      <w:r w:rsidRPr="00D45653">
        <w:t>Template altijd gebruiken voor ieder bericht</w:t>
      </w:r>
    </w:p>
    <w:p w:rsidR="00972DD0" w:rsidRPr="00D45653" w:rsidRDefault="00972DD0" w:rsidP="00972DD0">
      <w:r w:rsidRPr="00D45653">
        <w:t xml:space="preserve">Om de template voor ieder nieuw bericht te gebruiken kun je deze als Default instellen in RMS Express </w:t>
      </w:r>
      <w:r w:rsidRPr="00D45653">
        <w:br/>
        <w:t>Ga door voor via het menu naar Message - Template Settings</w:t>
      </w:r>
      <w:r w:rsidRPr="00D45653">
        <w:br/>
        <w:t>Ze een vinkje voor Enable default template en selecteer de template via de knop Select default template</w:t>
      </w:r>
    </w:p>
    <w:p w:rsidR="00972DD0" w:rsidRPr="00D45653" w:rsidRDefault="00972DD0" w:rsidP="00972DD0">
      <w:r w:rsidRPr="00D45653">
        <w:br/>
      </w:r>
      <w:r w:rsidRPr="00D45653">
        <w:rPr>
          <w:noProof/>
          <w:lang w:eastAsia="nl-NL"/>
        </w:rPr>
        <w:drawing>
          <wp:inline distT="0" distB="0" distL="0" distR="0" wp14:anchorId="52F06552" wp14:editId="656481AE">
            <wp:extent cx="4695825" cy="425585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8299" cy="4267161"/>
                    </a:xfrm>
                    <a:prstGeom prst="rect">
                      <a:avLst/>
                    </a:prstGeom>
                  </pic:spPr>
                </pic:pic>
              </a:graphicData>
            </a:graphic>
          </wp:inline>
        </w:drawing>
      </w:r>
    </w:p>
    <w:p w:rsidR="00972DD0" w:rsidRPr="00D45653" w:rsidRDefault="00972DD0" w:rsidP="00972DD0">
      <w:r w:rsidRPr="00D45653">
        <w:t>Ze een vinkje voor Enable default template en selecteer de template via de knop Select default template</w:t>
      </w:r>
    </w:p>
    <w:p w:rsidR="00972DD0" w:rsidRPr="00D45653" w:rsidRDefault="00972DD0" w:rsidP="00972DD0"/>
    <w:p w:rsidR="00972DD0" w:rsidRPr="00D45653" w:rsidRDefault="00972DD0" w:rsidP="00972DD0">
      <w:pPr>
        <w:pStyle w:val="Kop2"/>
      </w:pPr>
      <w:r w:rsidRPr="00D45653">
        <w:t xml:space="preserve">Template als </w:t>
      </w:r>
      <w:r w:rsidR="00D45653" w:rsidRPr="00D45653">
        <w:t>favoriet</w:t>
      </w:r>
      <w:r w:rsidRPr="00D45653">
        <w:t xml:space="preserve"> instellen</w:t>
      </w:r>
    </w:p>
    <w:p w:rsidR="00972DD0" w:rsidRPr="00D45653" w:rsidRDefault="00972DD0" w:rsidP="00972DD0">
      <w:r w:rsidRPr="00D45653">
        <w:t>Om de template snel te kunnen selecteren zonder deze voor ieder bericht te gebruiken is het ook mogelijk deze als favoriet in te stellen dan komt de template als knop zicht baar bij het aanmaken van een nieuw bericht.</w:t>
      </w:r>
      <w:r w:rsidRPr="00D45653">
        <w:br/>
        <w:t>Ga daar voor naar Message - Set Favorite Templates geef je gewenste benaming voor deze template in bij Display name (</w:t>
      </w:r>
      <w:r w:rsidR="00D45653" w:rsidRPr="00D45653">
        <w:t>bijv.</w:t>
      </w:r>
      <w:r w:rsidRPr="00D45653">
        <w:t>: DARES Berichtenformulier) en blader  via de Browse knop naar de template.</w:t>
      </w:r>
    </w:p>
    <w:p w:rsidR="00972DD0" w:rsidRPr="00D45653" w:rsidRDefault="00D45653" w:rsidP="00972DD0">
      <w:r w:rsidRPr="00D45653">
        <w:rPr>
          <w:noProof/>
          <w:lang w:eastAsia="nl-NL"/>
        </w:rPr>
        <w:drawing>
          <wp:inline distT="0" distB="0" distL="0" distR="0" wp14:anchorId="07C2671F" wp14:editId="7998D94E">
            <wp:extent cx="5715000" cy="4953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15000" cy="4953000"/>
                    </a:xfrm>
                    <a:prstGeom prst="rect">
                      <a:avLst/>
                    </a:prstGeom>
                  </pic:spPr>
                </pic:pic>
              </a:graphicData>
            </a:graphic>
          </wp:inline>
        </w:drawing>
      </w:r>
    </w:p>
    <w:p w:rsidR="00D45653" w:rsidRPr="00D45653" w:rsidRDefault="00D45653" w:rsidP="00D45653">
      <w:pPr>
        <w:pStyle w:val="Kop2"/>
      </w:pPr>
      <w:r w:rsidRPr="00D45653">
        <w:t>Versie historie</w:t>
      </w:r>
    </w:p>
    <w:p w:rsidR="00972DD0" w:rsidRPr="00D45653" w:rsidRDefault="00972DD0" w:rsidP="00D45653">
      <w:pPr>
        <w:pStyle w:val="Kop3"/>
      </w:pPr>
      <w:r w:rsidRPr="00D45653">
        <w:t xml:space="preserve">ver 1.1 04-03-2016 </w:t>
      </w:r>
    </w:p>
    <w:p w:rsidR="00972DD0" w:rsidRPr="00D45653" w:rsidRDefault="00972DD0" w:rsidP="00972DD0">
      <w:r w:rsidRPr="00D45653">
        <w:t>Diverse fouten in vertaling verwijderd</w:t>
      </w:r>
      <w:r w:rsidR="003E0ED5">
        <w:br/>
      </w:r>
      <w:r w:rsidRPr="00D45653">
        <w:t xml:space="preserve">readme.txt toegevoegd </w:t>
      </w:r>
      <w:r w:rsidR="003E0ED5">
        <w:br/>
      </w:r>
      <w:r w:rsidRPr="00D45653">
        <w:t>onderschrift in de xml bestand toegevoegd.</w:t>
      </w:r>
      <w:r w:rsidR="003E0ED5">
        <w:br/>
      </w:r>
      <w:r w:rsidR="003E0ED5" w:rsidRPr="003E0ED5">
        <w:t>readme.doc Word document met screenshots toegevoegd.</w:t>
      </w:r>
      <w:r w:rsidRPr="00D45653">
        <w:tab/>
      </w:r>
    </w:p>
    <w:p w:rsidR="00972DD0" w:rsidRPr="00D45653" w:rsidRDefault="00972DD0" w:rsidP="003E0ED5">
      <w:pPr>
        <w:pStyle w:val="Kop3"/>
      </w:pPr>
      <w:r w:rsidRPr="00D45653">
        <w:t xml:space="preserve">ver 1.0 </w:t>
      </w:r>
    </w:p>
    <w:p w:rsidR="00972DD0" w:rsidRPr="00D45653" w:rsidRDefault="00972DD0" w:rsidP="00972DD0">
      <w:r w:rsidRPr="00D45653">
        <w:t>eerste ombouw voor gebruik als DARES berichtenformulier</w:t>
      </w:r>
    </w:p>
    <w:p w:rsidR="00972DD0" w:rsidRPr="00D45653" w:rsidRDefault="00972DD0" w:rsidP="00972DD0">
      <w:r w:rsidRPr="00D45653">
        <w:t>Johan Wiegel (PD1WGL)</w:t>
      </w:r>
      <w:r w:rsidR="00D45653" w:rsidRPr="00D45653">
        <w:br/>
      </w:r>
      <w:r w:rsidRPr="00D45653">
        <w:t>johan@jwiegel.com</w:t>
      </w:r>
    </w:p>
    <w:sectPr w:rsidR="00972DD0" w:rsidRPr="00D4565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DD0"/>
    <w:rsid w:val="003E0ED5"/>
    <w:rsid w:val="007F3872"/>
    <w:rsid w:val="007F4E93"/>
    <w:rsid w:val="00972DD0"/>
    <w:rsid w:val="00D45653"/>
    <w:rsid w:val="00DA7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BDECF4-0894-48F7-BBAA-FFD6563B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nl-NL"/>
    </w:rPr>
  </w:style>
  <w:style w:type="paragraph" w:styleId="Kop1">
    <w:name w:val="heading 1"/>
    <w:basedOn w:val="Standaard"/>
    <w:next w:val="Standaard"/>
    <w:link w:val="Kop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Kop2">
    <w:name w:val="heading 2"/>
    <w:basedOn w:val="Standaard"/>
    <w:next w:val="Standaard"/>
    <w:link w:val="Kop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Kop3">
    <w:name w:val="heading 3"/>
    <w:basedOn w:val="Standaard"/>
    <w:next w:val="Standaard"/>
    <w:link w:val="Kop3Char"/>
    <w:uiPriority w:val="9"/>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Kop4">
    <w:name w:val="heading 4"/>
    <w:basedOn w:val="Standaard"/>
    <w:next w:val="Standaard"/>
    <w:link w:val="Kop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Kop5">
    <w:name w:val="heading 5"/>
    <w:basedOn w:val="Standaard"/>
    <w:next w:val="Standaard"/>
    <w:link w:val="Kop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Kop6">
    <w:name w:val="heading 6"/>
    <w:basedOn w:val="Standaard"/>
    <w:next w:val="Standaard"/>
    <w:link w:val="Kop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Kop7">
    <w:name w:val="heading 7"/>
    <w:basedOn w:val="Standaard"/>
    <w:next w:val="Standaard"/>
    <w:link w:val="Kop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Kop8">
    <w:name w:val="heading 8"/>
    <w:basedOn w:val="Standaard"/>
    <w:next w:val="Standaard"/>
    <w:link w:val="Kop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Kop9">
    <w:name w:val="heading 9"/>
    <w:basedOn w:val="Standaard"/>
    <w:next w:val="Standaard"/>
    <w:link w:val="Kop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Pr>
      <w:b/>
      <w:bCs/>
      <w:caps w:val="0"/>
      <w:smallCaps/>
      <w:spacing w:val="10"/>
    </w:rPr>
  </w:style>
  <w:style w:type="paragraph" w:styleId="Bijschrift">
    <w:name w:val="caption"/>
    <w:basedOn w:val="Standaard"/>
    <w:next w:val="Standaard"/>
    <w:uiPriority w:val="35"/>
    <w:semiHidden/>
    <w:unhideWhenUsed/>
    <w:qFormat/>
    <w:pPr>
      <w:spacing w:line="240" w:lineRule="auto"/>
    </w:pPr>
    <w:rPr>
      <w:b/>
      <w:bCs/>
      <w:smallCaps/>
      <w:color w:val="595959" w:themeColor="text1" w:themeTint="A6"/>
      <w:spacing w:val="6"/>
    </w:rPr>
  </w:style>
  <w:style w:type="character" w:styleId="Nadruk">
    <w:name w:val="Emphasis"/>
    <w:basedOn w:val="Standaardalinea-lettertype"/>
    <w:uiPriority w:val="20"/>
    <w:qFormat/>
    <w:rPr>
      <w:i/>
      <w:iCs/>
      <w:color w:val="000000" w:themeColor="text1"/>
    </w:rPr>
  </w:style>
  <w:style w:type="character" w:customStyle="1" w:styleId="Kop1Char">
    <w:name w:val="Kop 1 Char"/>
    <w:basedOn w:val="Standaardalinea-lettertype"/>
    <w:link w:val="Kop1"/>
    <w:uiPriority w:val="9"/>
    <w:rPr>
      <w:rFonts w:asciiTheme="majorHAnsi" w:eastAsiaTheme="majorEastAsia" w:hAnsiTheme="majorHAnsi" w:cstheme="majorBidi"/>
      <w:color w:val="B01513" w:themeColor="accent1"/>
      <w:sz w:val="28"/>
      <w:szCs w:val="28"/>
    </w:rPr>
  </w:style>
  <w:style w:type="character" w:customStyle="1" w:styleId="Kop2Char">
    <w:name w:val="Kop 2 Char"/>
    <w:basedOn w:val="Standaardalinea-lettertype"/>
    <w:link w:val="Kop2"/>
    <w:uiPriority w:val="9"/>
    <w:rPr>
      <w:rFonts w:asciiTheme="majorHAnsi" w:eastAsiaTheme="majorEastAsia" w:hAnsiTheme="majorHAnsi" w:cstheme="majorBidi"/>
      <w:color w:val="404040" w:themeColor="text1" w:themeTint="BF"/>
      <w:sz w:val="24"/>
      <w:szCs w:val="24"/>
    </w:rPr>
  </w:style>
  <w:style w:type="character" w:customStyle="1" w:styleId="Kop3Char">
    <w:name w:val="Kop 3 Char"/>
    <w:basedOn w:val="Standaardalinea-lettertype"/>
    <w:link w:val="Kop3"/>
    <w:uiPriority w:val="9"/>
    <w:rPr>
      <w:rFonts w:asciiTheme="majorHAnsi" w:eastAsiaTheme="majorEastAsia" w:hAnsiTheme="majorHAnsi" w:cstheme="majorBidi"/>
      <w:color w:val="B01513" w:themeColor="accent1"/>
      <w:sz w:val="22"/>
      <w:szCs w:val="22"/>
    </w:rPr>
  </w:style>
  <w:style w:type="character" w:customStyle="1" w:styleId="Kop4Char">
    <w:name w:val="Kop 4 Char"/>
    <w:basedOn w:val="Standaardalinea-lettertype"/>
    <w:link w:val="Kop4"/>
    <w:uiPriority w:val="9"/>
    <w:semiHidden/>
    <w:rPr>
      <w:rFonts w:asciiTheme="majorHAnsi" w:eastAsiaTheme="majorEastAsia" w:hAnsiTheme="majorHAnsi" w:cstheme="majorBidi"/>
      <w:b/>
      <w:bCs/>
      <w:color w:val="000000" w:themeColor="text1"/>
      <w:sz w:val="20"/>
      <w:szCs w:val="20"/>
    </w:rPr>
  </w:style>
  <w:style w:type="character" w:customStyle="1" w:styleId="Kop5Char">
    <w:name w:val="Kop 5 Char"/>
    <w:basedOn w:val="Standaardalinea-lettertype"/>
    <w:link w:val="Kop5"/>
    <w:uiPriority w:val="9"/>
    <w:semiHidden/>
    <w:rPr>
      <w:rFonts w:asciiTheme="majorHAnsi" w:eastAsiaTheme="majorEastAsia" w:hAnsiTheme="majorHAnsi" w:cstheme="majorBidi"/>
      <w:sz w:val="20"/>
      <w:szCs w:val="20"/>
    </w:rPr>
  </w:style>
  <w:style w:type="character" w:customStyle="1" w:styleId="Kop6Char">
    <w:name w:val="Kop 6 Char"/>
    <w:basedOn w:val="Standaardalinea-lettertype"/>
    <w:link w:val="Kop6"/>
    <w:uiPriority w:val="9"/>
    <w:semiHidden/>
    <w:rPr>
      <w:rFonts w:asciiTheme="majorHAnsi" w:eastAsiaTheme="majorEastAsia" w:hAnsiTheme="majorHAnsi" w:cstheme="majorBidi"/>
      <w:b/>
      <w:bCs/>
      <w:i/>
      <w:iCs/>
      <w:sz w:val="20"/>
      <w:szCs w:val="20"/>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000000" w:themeColor="text1"/>
      <w:sz w:val="20"/>
      <w:szCs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bCs/>
      <w:color w:val="000000" w:themeColor="tex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bCs/>
      <w:i/>
      <w:iCs/>
      <w:color w:val="000000" w:themeColor="text1"/>
    </w:rPr>
  </w:style>
  <w:style w:type="character" w:styleId="Intensievebenadrukking">
    <w:name w:val="Intense Emphasis"/>
    <w:basedOn w:val="Standaardalinea-lettertype"/>
    <w:uiPriority w:val="21"/>
    <w:qFormat/>
    <w:rPr>
      <w:b/>
      <w:bCs/>
      <w:i/>
      <w:iCs/>
      <w:color w:val="auto"/>
    </w:rPr>
  </w:style>
  <w:style w:type="paragraph" w:styleId="Duidelijkcitaat">
    <w:name w:val="Intense Quote"/>
    <w:basedOn w:val="Standaard"/>
    <w:next w:val="Standaard"/>
    <w:link w:val="Duidelijkcitaat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DuidelijkcitaatChar">
    <w:name w:val="Duidelijk citaat Char"/>
    <w:basedOn w:val="Standaardalinea-lettertype"/>
    <w:link w:val="Duidelijkcitaat"/>
    <w:uiPriority w:val="30"/>
    <w:rPr>
      <w:color w:val="B01513" w:themeColor="accent1"/>
      <w:sz w:val="28"/>
      <w:szCs w:val="28"/>
    </w:rPr>
  </w:style>
  <w:style w:type="character" w:styleId="Intensieveverwijzing">
    <w:name w:val="Intense Reference"/>
    <w:basedOn w:val="Standaardalinea-lettertype"/>
    <w:uiPriority w:val="32"/>
    <w:qFormat/>
    <w:rPr>
      <w:b/>
      <w:bCs/>
      <w:caps w:val="0"/>
      <w:smallCaps/>
      <w:color w:val="auto"/>
      <w:spacing w:val="5"/>
      <w:u w:val="single"/>
    </w:rPr>
  </w:style>
  <w:style w:type="character" w:styleId="Hyperlink">
    <w:name w:val="Hyperlink"/>
    <w:basedOn w:val="Standaardalinea-lettertype"/>
    <w:unhideWhenUsed/>
    <w:rPr>
      <w:color w:val="4FB8C1" w:themeColor="text2" w:themeTint="99"/>
      <w:u w:val="single"/>
    </w:rPr>
  </w:style>
  <w:style w:type="character" w:styleId="GevolgdeHyperlink">
    <w:name w:val="FollowedHyperlink"/>
    <w:basedOn w:val="Standaardalinea-lettertype"/>
    <w:uiPriority w:val="99"/>
    <w:semiHidden/>
    <w:unhideWhenUsed/>
    <w:rPr>
      <w:color w:val="9DFFCB" w:themeColor="followedHyperlink"/>
      <w:u w:val="single"/>
    </w:rPr>
  </w:style>
  <w:style w:type="paragraph" w:styleId="Geenafstand">
    <w:name w:val="No Spacing"/>
    <w:link w:val="GeenafstandChar"/>
    <w:uiPriority w:val="1"/>
    <w:qFormat/>
    <w:pPr>
      <w:spacing w:after="0" w:line="240" w:lineRule="auto"/>
    </w:pPr>
  </w:style>
  <w:style w:type="character" w:customStyle="1" w:styleId="GeenafstandChar">
    <w:name w:val="Geen afstand Char"/>
    <w:basedOn w:val="Standaardalinea-lettertype"/>
    <w:link w:val="Geenafstand"/>
    <w:uiPriority w:val="1"/>
  </w:style>
  <w:style w:type="paragraph" w:styleId="Citaat">
    <w:name w:val="Quote"/>
    <w:basedOn w:val="Standaard"/>
    <w:next w:val="Standaard"/>
    <w:link w:val="CitaatChar"/>
    <w:uiPriority w:val="29"/>
    <w:qFormat/>
    <w:pPr>
      <w:spacing w:before="160"/>
      <w:ind w:left="864" w:right="864"/>
    </w:pPr>
    <w:rPr>
      <w:rFonts w:asciiTheme="majorHAnsi" w:eastAsiaTheme="majorEastAsia" w:hAnsiTheme="majorHAnsi" w:cstheme="majorBidi"/>
    </w:rPr>
  </w:style>
  <w:style w:type="character" w:customStyle="1" w:styleId="CitaatChar">
    <w:name w:val="Citaat Char"/>
    <w:basedOn w:val="Standaardalinea-lettertype"/>
    <w:link w:val="Citaat"/>
    <w:uiPriority w:val="29"/>
    <w:rPr>
      <w:rFonts w:asciiTheme="majorHAnsi" w:eastAsiaTheme="majorEastAsia" w:hAnsiTheme="majorHAnsi" w:cstheme="majorBidi"/>
    </w:rPr>
  </w:style>
  <w:style w:type="character" w:styleId="Zwaar">
    <w:name w:val="Strong"/>
    <w:basedOn w:val="Standaardalinea-lettertype"/>
    <w:uiPriority w:val="22"/>
    <w:qFormat/>
    <w:rPr>
      <w:b/>
      <w:bCs/>
    </w:rPr>
  </w:style>
  <w:style w:type="paragraph" w:styleId="Ondertitel">
    <w:name w:val="Subtitle"/>
    <w:basedOn w:val="Standaard"/>
    <w:next w:val="Standaard"/>
    <w:link w:val="OndertitelChar"/>
    <w:uiPriority w:val="11"/>
    <w:qFormat/>
    <w:pPr>
      <w:numPr>
        <w:ilvl w:val="1"/>
      </w:numPr>
    </w:pPr>
    <w:rPr>
      <w:sz w:val="28"/>
      <w:szCs w:val="28"/>
    </w:rPr>
  </w:style>
  <w:style w:type="character" w:customStyle="1" w:styleId="OndertitelChar">
    <w:name w:val="Ondertitel Char"/>
    <w:basedOn w:val="Standaardalinea-lettertype"/>
    <w:link w:val="Ondertitel"/>
    <w:uiPriority w:val="11"/>
    <w:rPr>
      <w:sz w:val="28"/>
      <w:szCs w:val="28"/>
    </w:rPr>
  </w:style>
  <w:style w:type="character" w:styleId="Subtielebenadrukking">
    <w:name w:val="Subtle Emphasis"/>
    <w:basedOn w:val="Standaardalinea-lettertype"/>
    <w:uiPriority w:val="19"/>
    <w:qFormat/>
    <w:rPr>
      <w:i/>
      <w:iCs/>
      <w:color w:val="595959" w:themeColor="text1" w:themeTint="A6"/>
    </w:rPr>
  </w:style>
  <w:style w:type="character" w:styleId="Subtieleverwijzing">
    <w:name w:val="Subtle Reference"/>
    <w:basedOn w:val="Standaardalinea-lettertype"/>
    <w:uiPriority w:val="31"/>
    <w:qFormat/>
    <w:rPr>
      <w:caps w:val="0"/>
      <w:smallCaps/>
      <w:color w:val="404040" w:themeColor="text1" w:themeTint="BF"/>
      <w:u w:val="single" w:color="7F7F7F" w:themeColor="text1" w:themeTint="80"/>
    </w:rPr>
  </w:style>
  <w:style w:type="paragraph" w:styleId="Titel">
    <w:name w:val="Title"/>
    <w:basedOn w:val="Standaard"/>
    <w:next w:val="Standaard"/>
    <w:link w:val="Titel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elChar">
    <w:name w:val="Titel Char"/>
    <w:basedOn w:val="Standaardalinea-lettertype"/>
    <w:link w:val="Titel"/>
    <w:uiPriority w:val="10"/>
    <w:rPr>
      <w:rFonts w:asciiTheme="majorHAnsi" w:eastAsiaTheme="majorEastAsia" w:hAnsiTheme="majorHAnsi" w:cstheme="majorBidi"/>
      <w:color w:val="B01513" w:themeColor="accent1"/>
      <w:kern w:val="28"/>
      <w:sz w:val="72"/>
      <w:szCs w:val="72"/>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oe3xec.at/phpBB3/viewtopic.php?f=9&amp;t=3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n%20Wiegel\AppData\Roaming\Microsoft\Templates\Ionen-ontwerp%20(leeg).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Ionen-ontwerp (leeg)</Template>
  <TotalTime>14</TotalTime>
  <Pages>2</Pages>
  <Words>283</Words>
  <Characters>1560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 Wiegel</dc:creator>
  <cp:keywords/>
  <cp:lastModifiedBy>Johan Wiegel</cp:lastModifiedBy>
  <cp:revision>3</cp:revision>
  <dcterms:created xsi:type="dcterms:W3CDTF">2016-03-04T08:47:00Z</dcterms:created>
  <dcterms:modified xsi:type="dcterms:W3CDTF">2016-03-04T09:10:00Z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