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bookmarkStart w:id="0" w:name="_GoBack"/>
      <w:bookmarkEnd w:id="0"/>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r w:rsidR="00D45653" w:rsidRPr="00D45653">
        <w:t>gebisseerd</w:t>
      </w:r>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972DD0"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p>
    <w:p w:rsidR="00972DD0" w:rsidRPr="00D45653" w:rsidRDefault="00972DD0" w:rsidP="00972DD0">
      <w:pPr>
        <w:pStyle w:val="Kop1"/>
      </w:pPr>
      <w:r w:rsidRPr="00D45653">
        <w:t>Installatie templates</w:t>
      </w:r>
    </w:p>
    <w:p w:rsidR="00972DD0" w:rsidRPr="00D45653" w:rsidRDefault="00972DD0" w:rsidP="00972DD0">
      <w:r w:rsidRPr="00D45653">
        <w:t>Plaats de bestanden uit de zip in de template map van RMS Express (C</w:t>
      </w:r>
      <w:proofErr w:type="gramStart"/>
      <w:r w:rsidRPr="00D45653">
        <w:t>:\RMS</w:t>
      </w:r>
      <w:proofErr w:type="gramEnd"/>
      <w:r w:rsidRPr="00D45653">
        <w:t xml:space="preserve"> Express\Global Folders\Templates)</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465FB4" w:rsidRDefault="00465FB4" w:rsidP="00465FB4"/>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r>
      <w:r>
        <w:t>Dubbel klikken op het nummer zelf hoogt het nummer op</w:t>
      </w:r>
      <w:r>
        <w:br/>
      </w:r>
      <w:r>
        <w:t>Laatst gebruikte locatie wordt hergebruikt.</w:t>
      </w:r>
      <w:r>
        <w:br/>
      </w:r>
      <w:r>
        <w:t>Onderwerp kan met eigen tekst worden aangevuld en de prioriteit welfare wordt ook correct meegenomen</w:t>
      </w:r>
      <w:r>
        <w:t>.</w:t>
      </w:r>
      <w:r>
        <w:br/>
      </w:r>
      <w:r>
        <w:t>Bij invullen ontvangen van Station/Person wordt ontvangen</w:t>
      </w:r>
      <w:r>
        <w:t xml:space="preserve"> Tijd/Datum automatisch ingevuld.</w:t>
      </w:r>
      <w:r>
        <w:br/>
        <w:t>p</w:t>
      </w:r>
      <w:r>
        <w:t>2p is weer verwijderd was toch niet van toegevoegde waarde.</w:t>
      </w:r>
      <w:r>
        <w:br/>
      </w:r>
      <w:r>
        <w:t>Doorgegeven aan is allen nog in het weergave formul</w:t>
      </w:r>
      <w:r>
        <w:t>ier aanwezig. (</w:t>
      </w:r>
      <w:proofErr w:type="spellStart"/>
      <w:r>
        <w:t>ivm</w:t>
      </w:r>
      <w:proofErr w:type="spellEnd"/>
      <w:r>
        <w:t xml:space="preserve"> met printen).</w:t>
      </w:r>
      <w:r>
        <w:br/>
      </w:r>
      <w:r>
        <w:t xml:space="preserve">Doorgegeven aan wordt niet meer verstuurd, </w:t>
      </w:r>
      <w:proofErr w:type="spellStart"/>
      <w:r>
        <w:t>signoff</w:t>
      </w:r>
      <w:proofErr w:type="spellEnd"/>
      <w:r>
        <w:t xml:space="preserve"> tekst is 2 regels ingekort</w:t>
      </w:r>
      <w:r>
        <w:t>.</w:t>
      </w:r>
      <w:r>
        <w:br/>
      </w:r>
      <w:r>
        <w:t xml:space="preserve">Overbodige </w:t>
      </w:r>
      <w:proofErr w:type="spellStart"/>
      <w:r>
        <w:t>styles</w:t>
      </w:r>
      <w:proofErr w:type="spellEnd"/>
      <w:r>
        <w:t xml:space="preserve"> verwijderd.</w:t>
      </w:r>
      <w:r>
        <w:br/>
      </w:r>
      <w: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r>
      <w: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r>
      <w:r>
        <w:t>Enkele velden verwijderd die niet op het papieren formulier aanwezig zijn</w:t>
      </w:r>
      <w:r>
        <w:br/>
      </w:r>
      <w:r>
        <w:t xml:space="preserve">Javascript aangepast, counter telt niet alleen op per </w:t>
      </w:r>
      <w:r>
        <w:t>geadresseerde</w:t>
      </w:r>
      <w:r>
        <w:t xml:space="preserve"> maar altijd</w:t>
      </w:r>
      <w:r>
        <w:br/>
      </w:r>
      <w: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3E0ED5"/>
    <w:rsid w:val="00465FB4"/>
    <w:rsid w:val="007F3872"/>
    <w:rsid w:val="007F4E93"/>
    <w:rsid w:val="00972DD0"/>
    <w:rsid w:val="00D45653"/>
    <w:rsid w:val="00DA7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0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20</TotalTime>
  <Pages>3</Pages>
  <Words>501</Words>
  <Characters>2757</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4</cp:revision>
  <dcterms:created xsi:type="dcterms:W3CDTF">2016-03-04T08:47:00Z</dcterms:created>
  <dcterms:modified xsi:type="dcterms:W3CDTF">2016-04-28T11:40:00Z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