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r w:rsidR="00D45653" w:rsidRPr="00D45653">
        <w:t>gebisseerd</w:t>
      </w:r>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972DD0"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p>
    <w:p w:rsidR="00972DD0" w:rsidRPr="00D45653" w:rsidRDefault="00972DD0" w:rsidP="00972DD0">
      <w:pPr>
        <w:pStyle w:val="Kop1"/>
      </w:pPr>
      <w:r w:rsidRPr="00D45653">
        <w:t>Installatie templates</w:t>
      </w:r>
    </w:p>
    <w:p w:rsidR="00972DD0" w:rsidRPr="00D45653" w:rsidRDefault="00972DD0" w:rsidP="00972DD0">
      <w:r w:rsidRPr="00D45653">
        <w:t>Plaats de bestanden uit de zip in de template map van RMS Express (C</w:t>
      </w:r>
      <w:proofErr w:type="gramStart"/>
      <w:r w:rsidRPr="00D45653">
        <w:t>:\RMS</w:t>
      </w:r>
      <w:proofErr w:type="gramEnd"/>
      <w:r w:rsidRPr="00D45653">
        <w:t xml:space="preserve"> Express\Global Folders\Templates)</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proofErr w:type="gramStart"/>
      <w:r w:rsidR="00D45653" w:rsidRPr="00D45653">
        <w:t>.</w:t>
      </w:r>
      <w:proofErr w:type="gramEnd"/>
      <w:r w:rsidRPr="00D45653">
        <w:t xml:space="preserve">: DARES Berichtenformulier) en </w:t>
      </w:r>
      <w:proofErr w:type="gramStart"/>
      <w:r w:rsidRPr="00D45653">
        <w:t xml:space="preserve">blader  </w:t>
      </w:r>
      <w:proofErr w:type="gramEnd"/>
      <w:r w:rsidRPr="00D45653">
        <w:t>via de Browse knop naar de template.</w:t>
      </w:r>
    </w:p>
    <w:p w:rsidR="00972DD0" w:rsidRPr="00D45653" w:rsidRDefault="00D45653" w:rsidP="00972DD0">
      <w:r w:rsidRPr="00D45653">
        <w:rPr>
          <w:noProof/>
          <w:lang w:eastAsia="nl-NL"/>
        </w:rPr>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465FB4" w:rsidRDefault="00465FB4" w:rsidP="00465FB4"/>
    <w:p w:rsidR="00335ACA" w:rsidRDefault="00335ACA" w:rsidP="00465FB4">
      <w:r w:rsidRPr="00335ACA">
        <w:rPr>
          <w:rStyle w:val="Kop3Char"/>
        </w:rPr>
        <w:t>Ver 1.2.</w:t>
      </w:r>
      <w:bookmarkStart w:id="0" w:name="_GoBack"/>
      <w:bookmarkEnd w:id="0"/>
      <w:r w:rsidRPr="00335ACA">
        <w:rPr>
          <w:rStyle w:val="Kop3Char"/>
        </w:rPr>
        <w:t>2 29-04-2016</w:t>
      </w:r>
      <w:r>
        <w:br/>
        <w:t xml:space="preserve">Volgorde </w:t>
      </w:r>
      <w:proofErr w:type="spellStart"/>
      <w:r>
        <w:t>onderwerpregel</w:t>
      </w:r>
      <w:proofErr w:type="spellEnd"/>
      <w:r>
        <w:t xml:space="preserve"> aangepast zodat de belangrijke delen als laatste eraf vallen</w:t>
      </w:r>
    </w:p>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w:t>
      </w:r>
      <w:proofErr w:type="spellStart"/>
      <w:r>
        <w:t>ivm</w:t>
      </w:r>
      <w:proofErr w:type="spellEnd"/>
      <w:r>
        <w:t xml:space="preserve">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335ACA"/>
    <w:rsid w:val="003E0ED5"/>
    <w:rsid w:val="00465FB4"/>
    <w:rsid w:val="007F3872"/>
    <w:rsid w:val="007F4E93"/>
    <w:rsid w:val="00972DD0"/>
    <w:rsid w:val="00D45653"/>
    <w:rsid w:val="00DA7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0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21</TotalTime>
  <Pages>3</Pages>
  <Words>517</Words>
  <Characters>2847</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5</cp:revision>
  <dcterms:created xsi:type="dcterms:W3CDTF">2016-03-04T08:47:00Z</dcterms:created>
  <dcterms:modified xsi:type="dcterms:W3CDTF">2016-04-29T05:56:00Z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