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proofErr w:type="spellStart"/>
      <w:r w:rsidR="00D45653" w:rsidRPr="00D45653">
        <w:t>geb</w:t>
      </w:r>
      <w:r w:rsidR="00502713">
        <w:t>a</w:t>
      </w:r>
      <w:r w:rsidR="00D45653" w:rsidRPr="00D45653">
        <w:t>sseerd</w:t>
      </w:r>
      <w:proofErr w:type="spellEnd"/>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0C3BB9"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r w:rsidR="000C3BB9">
        <w:rPr>
          <w:rFonts w:ascii="Arial" w:hAnsi="Arial" w:cs="Arial"/>
        </w:rPr>
        <w:t xml:space="preserve">en op </w:t>
      </w:r>
      <w:hyperlink r:id="rId7" w:history="1">
        <w:r w:rsidR="000C3BB9" w:rsidRPr="00F2655C">
          <w:rPr>
            <w:rStyle w:val="Hyperlink"/>
          </w:rPr>
          <w:t>https://daresregio15.nl/alle-bestanden.html</w:t>
        </w:r>
      </w:hyperlink>
      <w:r w:rsidR="000C3BB9">
        <w:t xml:space="preserve"> </w:t>
      </w:r>
    </w:p>
    <w:p w:rsidR="00972DD0" w:rsidRPr="00D45653" w:rsidRDefault="00972DD0" w:rsidP="00972DD0">
      <w:pPr>
        <w:pStyle w:val="Kop1"/>
      </w:pPr>
      <w:r w:rsidRPr="00D45653">
        <w:t>Installatie templates</w:t>
      </w:r>
    </w:p>
    <w:p w:rsidR="009B1290" w:rsidRPr="00D45653" w:rsidRDefault="00972DD0" w:rsidP="00972DD0">
      <w:r w:rsidRPr="00D45653">
        <w:t>Plaats de bestanden uit de zip in de template map van RMS Express (C:\RMS Express\Global Folders\Templates)</w:t>
      </w:r>
      <w:r w:rsidR="009B1290">
        <w:br/>
        <w:t xml:space="preserve">Als je een nieuwe versie installeert verwijder dan eerst de oude bestanden en leeg de map </w:t>
      </w:r>
      <w:r w:rsidR="009B1290" w:rsidRPr="009B1290">
        <w:t>C</w:t>
      </w:r>
      <w:proofErr w:type="gramStart"/>
      <w:r w:rsidR="009B1290" w:rsidRPr="009B1290">
        <w:t>:\</w:t>
      </w:r>
      <w:r w:rsidR="009B1290">
        <w:t>RMS</w:t>
      </w:r>
      <w:proofErr w:type="gramEnd"/>
      <w:r w:rsidR="009B1290">
        <w:t xml:space="preserve"> Express</w:t>
      </w:r>
      <w:r w:rsidR="009B1290" w:rsidRPr="009B1290">
        <w:t>\</w:t>
      </w:r>
      <w:r w:rsidR="009B1290">
        <w:t>{JOUW CALL}</w:t>
      </w:r>
      <w:r w:rsidR="009B1290" w:rsidRPr="009B1290">
        <w:t>\Temp</w:t>
      </w:r>
      <w:r w:rsidR="009B1290">
        <w:t>.</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lastRenderedPageBreak/>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proofErr w:type="gramStart"/>
      <w:r w:rsidR="00D45653" w:rsidRPr="00D45653">
        <w:t>.</w:t>
      </w:r>
      <w:proofErr w:type="gramEnd"/>
      <w:r w:rsidRPr="00D45653">
        <w:t xml:space="preserve">: DARES Berichtenformulier) en </w:t>
      </w:r>
      <w:proofErr w:type="gramStart"/>
      <w:r w:rsidRPr="00D45653">
        <w:t xml:space="preserve">blader  </w:t>
      </w:r>
      <w:proofErr w:type="gramEnd"/>
      <w:r w:rsidRPr="00D45653">
        <w:t>via de Browse knop naar de template.</w:t>
      </w:r>
    </w:p>
    <w:p w:rsidR="00972DD0" w:rsidRPr="00D45653" w:rsidRDefault="00D45653" w:rsidP="00972DD0">
      <w:r w:rsidRPr="00D45653">
        <w:rPr>
          <w:noProof/>
          <w:lang w:eastAsia="nl-NL"/>
        </w:rPr>
        <w:lastRenderedPageBreak/>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3645FC" w:rsidRDefault="003645FC" w:rsidP="003645FC"/>
    <w:p w:rsidR="003645FC" w:rsidRDefault="003645FC" w:rsidP="003645FC">
      <w:pPr>
        <w:rPr>
          <w:rStyle w:val="Kop3Char"/>
        </w:rPr>
      </w:pPr>
      <w:r w:rsidRPr="00335ACA">
        <w:rPr>
          <w:rStyle w:val="Kop3Char"/>
        </w:rPr>
        <w:t>Ver 1.2.</w:t>
      </w:r>
      <w:r>
        <w:rPr>
          <w:rStyle w:val="Kop3Char"/>
        </w:rPr>
        <w:t>6</w:t>
      </w:r>
      <w:r>
        <w:rPr>
          <w:rStyle w:val="Kop3Char"/>
        </w:rPr>
        <w:t xml:space="preserve"> </w:t>
      </w:r>
      <w:r>
        <w:rPr>
          <w:rStyle w:val="Kop3Char"/>
        </w:rPr>
        <w:t>26-01-2018</w:t>
      </w:r>
    </w:p>
    <w:p w:rsidR="003645FC" w:rsidRDefault="003645FC" w:rsidP="003645FC">
      <w:pPr>
        <w:rPr>
          <w:rStyle w:val="Kop3Char"/>
        </w:rPr>
      </w:pPr>
      <w:bookmarkStart w:id="0" w:name="_GoBack"/>
      <w:r>
        <w:t>Post/nummer velden in weergave net als bij de invoer in 2 velden</w:t>
      </w:r>
      <w:r>
        <w:br/>
      </w:r>
      <w:r>
        <w:t>Weergave mode gecorrigeerd bij</w:t>
      </w:r>
      <w:r>
        <w:t xml:space="preserve"> weergave</w:t>
      </w:r>
      <w:r>
        <w:t xml:space="preserve"> ontvangen</w:t>
      </w:r>
      <w:r>
        <w:t xml:space="preserve"> </w:t>
      </w:r>
      <w:r>
        <w:t>bericht</w:t>
      </w:r>
      <w:r>
        <w:br/>
      </w:r>
      <w:r>
        <w:t>DARES logo op weergave ontvangen bericht gelijk gemaakt met invoer</w:t>
      </w:r>
      <w:bookmarkEnd w:id="0"/>
      <w:r>
        <w:br/>
      </w:r>
    </w:p>
    <w:p w:rsidR="00F668B7" w:rsidRPr="00275EDB" w:rsidRDefault="00F668B7" w:rsidP="00275EDB">
      <w:pPr>
        <w:rPr>
          <w:rFonts w:asciiTheme="majorHAnsi" w:eastAsiaTheme="majorEastAsia" w:hAnsiTheme="majorHAnsi" w:cstheme="majorBidi"/>
          <w:color w:val="B01513" w:themeColor="accent1"/>
          <w:sz w:val="22"/>
          <w:szCs w:val="22"/>
        </w:rPr>
      </w:pPr>
      <w:r w:rsidRPr="00335ACA">
        <w:rPr>
          <w:rStyle w:val="Kop3Char"/>
        </w:rPr>
        <w:lastRenderedPageBreak/>
        <w:t>Ver 1.2.</w:t>
      </w:r>
      <w:r>
        <w:rPr>
          <w:rStyle w:val="Kop3Char"/>
        </w:rPr>
        <w:t>5</w:t>
      </w:r>
      <w:r w:rsidR="00275EDB">
        <w:rPr>
          <w:rStyle w:val="Kop3Char"/>
        </w:rPr>
        <w:t xml:space="preserve"> 18-01-2018</w:t>
      </w:r>
      <w:r w:rsidR="00275EDB">
        <w:rPr>
          <w:rStyle w:val="Kop3Char"/>
        </w:rPr>
        <w:br/>
      </w:r>
      <w:proofErr w:type="spellStart"/>
      <w:r w:rsidR="00275EDB">
        <w:t>Placeholders</w:t>
      </w:r>
      <w:proofErr w:type="spellEnd"/>
      <w:r w:rsidR="00275EDB">
        <w:t xml:space="preserve"> in de velden ter verduidelijking voor de invuller</w:t>
      </w:r>
      <w:r w:rsidR="00275EDB">
        <w:br/>
        <w:t>Veld van toegevoegd</w:t>
      </w:r>
      <w:r w:rsidR="00275EDB">
        <w:br/>
        <w:t>Phone/</w:t>
      </w:r>
      <w:proofErr w:type="spellStart"/>
      <w:r w:rsidR="00275EDB">
        <w:t>Digi</w:t>
      </w:r>
      <w:proofErr w:type="spellEnd"/>
      <w:r w:rsidR="00275EDB">
        <w:t xml:space="preserve"> weergave gecorrigeerd</w:t>
      </w:r>
      <w:r w:rsidR="00275EDB">
        <w:br/>
        <w:t>Limiet va</w:t>
      </w:r>
      <w:r w:rsidR="00F42FB6">
        <w:t>n 25 woorden toegevoegd en berich</w:t>
      </w:r>
      <w:r w:rsidR="00275EDB">
        <w:t>t veld verkleind naar 5 regel</w:t>
      </w:r>
      <w:r w:rsidR="00F42FB6">
        <w:t>s</w:t>
      </w:r>
      <w:r w:rsidR="00275EDB">
        <w:t xml:space="preserve"> hoog</w:t>
      </w:r>
    </w:p>
    <w:p w:rsidR="00442E5D" w:rsidRDefault="00E62DD4" w:rsidP="00E62DD4">
      <w:r w:rsidRPr="00335ACA">
        <w:rPr>
          <w:rStyle w:val="Kop3Char"/>
        </w:rPr>
        <w:t>Ver 1.2.</w:t>
      </w:r>
      <w:r>
        <w:rPr>
          <w:rStyle w:val="Kop3Char"/>
        </w:rPr>
        <w:t>4</w:t>
      </w:r>
      <w:r w:rsidRPr="00335ACA">
        <w:rPr>
          <w:rStyle w:val="Kop3Char"/>
        </w:rPr>
        <w:t xml:space="preserve"> </w:t>
      </w:r>
      <w:r w:rsidR="00B0266F">
        <w:rPr>
          <w:rStyle w:val="Kop3Char"/>
        </w:rPr>
        <w:t>07-12-2017</w:t>
      </w:r>
      <w:r>
        <w:rPr>
          <w:rStyle w:val="Kop3Char"/>
        </w:rPr>
        <w:br/>
      </w:r>
      <w:r>
        <w:t xml:space="preserve">Fout bij telling berichtnummer herstelt, bij wijzing e-mail veld werd het berichtnummer </w:t>
      </w:r>
      <w:r w:rsidR="00FA5B88">
        <w:t>opgehoogd</w:t>
      </w:r>
      <w:r>
        <w:br/>
        <w:t>Streep tussen post en nummer, voor de leesbaarheid.</w:t>
      </w:r>
      <w:r w:rsidR="00FA5B88">
        <w:br/>
        <w:t>Volgorde prioriteiten aangepast (gelijk aan papieren formulier)</w:t>
      </w:r>
      <w:r w:rsidR="00FA5B88">
        <w:br/>
      </w:r>
      <w:r w:rsidR="00FA5B88" w:rsidRPr="00FA5B88">
        <w:t xml:space="preserve">Priority afkorting </w:t>
      </w:r>
      <w:proofErr w:type="spellStart"/>
      <w:r w:rsidR="00FA5B88" w:rsidRPr="00FA5B88">
        <w:t>tbv</w:t>
      </w:r>
      <w:proofErr w:type="spellEnd"/>
      <w:r w:rsidR="00FA5B88" w:rsidRPr="00FA5B88">
        <w:t xml:space="preserve"> </w:t>
      </w:r>
      <w:proofErr w:type="spellStart"/>
      <w:r w:rsidR="00FA5B88" w:rsidRPr="00FA5B88">
        <w:t>Winlink</w:t>
      </w:r>
      <w:proofErr w:type="spellEnd"/>
      <w:r w:rsidR="00FA5B88" w:rsidRPr="00FA5B88">
        <w:t xml:space="preserve"> gecorrigeerd</w:t>
      </w:r>
      <w:r w:rsidR="00442E5D">
        <w:br/>
        <w:t xml:space="preserve">E-mailadres wordt nu ook netjes terug gegeven aan </w:t>
      </w:r>
      <w:proofErr w:type="spellStart"/>
      <w:r w:rsidR="00442E5D">
        <w:t>Winlink</w:t>
      </w:r>
      <w:proofErr w:type="spellEnd"/>
      <w:r w:rsidR="00442E5D">
        <w:t xml:space="preserve"> Express</w:t>
      </w:r>
      <w:r w:rsidR="006F0380">
        <w:br/>
      </w:r>
      <w:r w:rsidR="006F0380" w:rsidRPr="006F0380">
        <w:t>Enkele variabelen verkort zodat de XML toch weer iets kleiner wordt.</w:t>
      </w:r>
    </w:p>
    <w:p w:rsidR="00E62DD4" w:rsidRPr="002B64CA" w:rsidRDefault="00E62DD4" w:rsidP="00E62DD4">
      <w:r w:rsidRPr="00335ACA">
        <w:rPr>
          <w:rStyle w:val="Kop3Char"/>
        </w:rPr>
        <w:t>Ver 1.2.</w:t>
      </w:r>
      <w:r>
        <w:rPr>
          <w:rStyle w:val="Kop3Char"/>
        </w:rPr>
        <w:t>3</w:t>
      </w:r>
      <w:r w:rsidRPr="00335ACA">
        <w:rPr>
          <w:rStyle w:val="Kop3Char"/>
        </w:rPr>
        <w:t xml:space="preserve"> </w:t>
      </w:r>
      <w:r w:rsidR="0052246F">
        <w:rPr>
          <w:rStyle w:val="Kop3Char"/>
        </w:rPr>
        <w:t>07-07-2016</w:t>
      </w:r>
      <w:r>
        <w:rPr>
          <w:rStyle w:val="Kop3Char"/>
        </w:rPr>
        <w:br/>
      </w:r>
      <w:r>
        <w:t xml:space="preserve">Standaard starten met prioriteit welfare </w:t>
      </w:r>
      <w:proofErr w:type="spellStart"/>
      <w:r>
        <w:t>ipv</w:t>
      </w:r>
      <w:proofErr w:type="spellEnd"/>
      <w:r>
        <w:t xml:space="preserve"> </w:t>
      </w:r>
      <w:proofErr w:type="spellStart"/>
      <w:r>
        <w:t>emergency</w:t>
      </w:r>
      <w:proofErr w:type="spellEnd"/>
      <w:r>
        <w:br/>
        <w:t>Extra voorloop code voor nummering zodat er altijd echt unieke nummering ontstaat</w:t>
      </w:r>
    </w:p>
    <w:p w:rsidR="00246915" w:rsidRDefault="00246915" w:rsidP="00246915">
      <w:r w:rsidRPr="00335ACA">
        <w:rPr>
          <w:rStyle w:val="Kop3Char"/>
        </w:rPr>
        <w:t>Ver 1.2.2 29-04-2016</w:t>
      </w:r>
      <w:r>
        <w:br/>
        <w:t xml:space="preserve">Volgorde </w:t>
      </w:r>
      <w:proofErr w:type="spellStart"/>
      <w:r>
        <w:t>onderwerpregel</w:t>
      </w:r>
      <w:proofErr w:type="spellEnd"/>
      <w:r>
        <w:t xml:space="preserve"> aangepast zodat de belangrijke delen als laatste eraf vallen</w:t>
      </w:r>
    </w:p>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w:t>
      </w:r>
      <w:proofErr w:type="spellStart"/>
      <w:r>
        <w:t>ivm</w:t>
      </w:r>
      <w:proofErr w:type="spellEnd"/>
      <w:r>
        <w:t xml:space="preserve">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lastRenderedPageBreak/>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0C3BB9"/>
    <w:rsid w:val="00246915"/>
    <w:rsid w:val="00275EDB"/>
    <w:rsid w:val="002B64CA"/>
    <w:rsid w:val="00335ACA"/>
    <w:rsid w:val="003645FC"/>
    <w:rsid w:val="003E0ED5"/>
    <w:rsid w:val="00442E5D"/>
    <w:rsid w:val="00465FB4"/>
    <w:rsid w:val="00502713"/>
    <w:rsid w:val="0052246F"/>
    <w:rsid w:val="006F0380"/>
    <w:rsid w:val="007F3872"/>
    <w:rsid w:val="007F4E93"/>
    <w:rsid w:val="00972DD0"/>
    <w:rsid w:val="009B1290"/>
    <w:rsid w:val="00B0266F"/>
    <w:rsid w:val="00D45653"/>
    <w:rsid w:val="00DA74C0"/>
    <w:rsid w:val="00E62DD4"/>
    <w:rsid w:val="00F42FB6"/>
    <w:rsid w:val="00F668B7"/>
    <w:rsid w:val="00FA5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5661">
      <w:bodyDiv w:val="1"/>
      <w:marLeft w:val="0"/>
      <w:marRight w:val="0"/>
      <w:marTop w:val="0"/>
      <w:marBottom w:val="0"/>
      <w:divBdr>
        <w:top w:val="none" w:sz="0" w:space="0" w:color="auto"/>
        <w:left w:val="none" w:sz="0" w:space="0" w:color="auto"/>
        <w:bottom w:val="none" w:sz="0" w:space="0" w:color="auto"/>
        <w:right w:val="none" w:sz="0" w:space="0" w:color="auto"/>
      </w:divBdr>
    </w:div>
    <w:div w:id="351807390">
      <w:bodyDiv w:val="1"/>
      <w:marLeft w:val="0"/>
      <w:marRight w:val="0"/>
      <w:marTop w:val="0"/>
      <w:marBottom w:val="0"/>
      <w:divBdr>
        <w:top w:val="none" w:sz="0" w:space="0" w:color="auto"/>
        <w:left w:val="none" w:sz="0" w:space="0" w:color="auto"/>
        <w:bottom w:val="none" w:sz="0" w:space="0" w:color="auto"/>
        <w:right w:val="none" w:sz="0" w:space="0" w:color="auto"/>
      </w:divBdr>
    </w:div>
    <w:div w:id="472061504">
      <w:bodyDiv w:val="1"/>
      <w:marLeft w:val="0"/>
      <w:marRight w:val="0"/>
      <w:marTop w:val="0"/>
      <w:marBottom w:val="0"/>
      <w:divBdr>
        <w:top w:val="none" w:sz="0" w:space="0" w:color="auto"/>
        <w:left w:val="none" w:sz="0" w:space="0" w:color="auto"/>
        <w:bottom w:val="none" w:sz="0" w:space="0" w:color="auto"/>
        <w:right w:val="none" w:sz="0" w:space="0" w:color="auto"/>
      </w:divBdr>
    </w:div>
    <w:div w:id="743995268">
      <w:bodyDiv w:val="1"/>
      <w:marLeft w:val="0"/>
      <w:marRight w:val="0"/>
      <w:marTop w:val="0"/>
      <w:marBottom w:val="0"/>
      <w:divBdr>
        <w:top w:val="none" w:sz="0" w:space="0" w:color="auto"/>
        <w:left w:val="none" w:sz="0" w:space="0" w:color="auto"/>
        <w:bottom w:val="none" w:sz="0" w:space="0" w:color="auto"/>
        <w:right w:val="none" w:sz="0" w:space="0" w:color="auto"/>
      </w:divBdr>
    </w:div>
    <w:div w:id="838689961">
      <w:bodyDiv w:val="1"/>
      <w:marLeft w:val="0"/>
      <w:marRight w:val="0"/>
      <w:marTop w:val="0"/>
      <w:marBottom w:val="0"/>
      <w:divBdr>
        <w:top w:val="none" w:sz="0" w:space="0" w:color="auto"/>
        <w:left w:val="none" w:sz="0" w:space="0" w:color="auto"/>
        <w:bottom w:val="none" w:sz="0" w:space="0" w:color="auto"/>
        <w:right w:val="none" w:sz="0" w:space="0" w:color="auto"/>
      </w:divBdr>
    </w:div>
    <w:div w:id="1284114952">
      <w:bodyDiv w:val="1"/>
      <w:marLeft w:val="0"/>
      <w:marRight w:val="0"/>
      <w:marTop w:val="0"/>
      <w:marBottom w:val="0"/>
      <w:divBdr>
        <w:top w:val="none" w:sz="0" w:space="0" w:color="auto"/>
        <w:left w:val="none" w:sz="0" w:space="0" w:color="auto"/>
        <w:bottom w:val="none" w:sz="0" w:space="0" w:color="auto"/>
        <w:right w:val="none" w:sz="0" w:space="0" w:color="auto"/>
      </w:divBdr>
    </w:div>
    <w:div w:id="1832870953">
      <w:bodyDiv w:val="1"/>
      <w:marLeft w:val="0"/>
      <w:marRight w:val="0"/>
      <w:marTop w:val="0"/>
      <w:marBottom w:val="0"/>
      <w:divBdr>
        <w:top w:val="none" w:sz="0" w:space="0" w:color="auto"/>
        <w:left w:val="none" w:sz="0" w:space="0" w:color="auto"/>
        <w:bottom w:val="none" w:sz="0" w:space="0" w:color="auto"/>
        <w:right w:val="none" w:sz="0" w:space="0" w:color="auto"/>
      </w:divBdr>
    </w:div>
    <w:div w:id="200438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aresregio15.nl/alle-bestande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57</TotalTime>
  <Pages>5</Pages>
  <Words>707</Words>
  <Characters>3889</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26</cp:revision>
  <dcterms:created xsi:type="dcterms:W3CDTF">2016-03-04T08:47:00Z</dcterms:created>
  <dcterms:modified xsi:type="dcterms:W3CDTF">2018-01-26T10:30:00Z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